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E76764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Γ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94710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30526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Γ2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- </w:t>
            </w:r>
            <w:r w:rsidR="00305264" w:rsidRPr="0030526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Ο2.Ε27 </w:t>
            </w:r>
            <w:bookmarkStart w:id="0" w:name="_GoBack"/>
            <w:bookmarkEnd w:id="0"/>
            <w:r w:rsidR="00305264" w:rsidRPr="00305264">
              <w:rPr>
                <w:rFonts w:ascii="Calibri" w:eastAsia="Times New Roman" w:hAnsi="Calibri" w:cs="Calibri"/>
                <w:b/>
                <w:bCs/>
                <w:color w:val="000000"/>
                <w:lang w:val="en-GB" w:eastAsia="el-GR"/>
              </w:rPr>
              <w:t>PROJECTOR</w:t>
            </w:r>
            <w:r w:rsidR="00305264" w:rsidRPr="0030526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Τύπου 02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684924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684924" w:rsidRPr="00DF25B3" w:rsidRDefault="00684924" w:rsidP="00684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924" w:rsidRPr="00DF25B3" w:rsidRDefault="00684924" w:rsidP="0068492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Φορητός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Laser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Projector</w:t>
            </w:r>
            <w:proofErr w:type="spellEnd"/>
          </w:p>
        </w:tc>
        <w:tc>
          <w:tcPr>
            <w:tcW w:w="1441" w:type="dxa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684924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684924" w:rsidRPr="00DF25B3" w:rsidRDefault="00684924" w:rsidP="00684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924" w:rsidRPr="005019CC" w:rsidRDefault="00684924" w:rsidP="00684924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5019CC">
              <w:rPr>
                <w:rFonts w:ascii="Arial" w:hAnsi="Arial" w:cs="Arial"/>
                <w:color w:val="000000"/>
                <w:lang w:val="en-US" w:eastAsia="el-GR"/>
              </w:rPr>
              <w:t>Projection System  3LCD Technology, RGB liquid crystal shutter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br/>
              <w:t xml:space="preserve">LCD Panel  0,62 inch with MLA (D10) </w:t>
            </w:r>
          </w:p>
        </w:tc>
        <w:tc>
          <w:tcPr>
            <w:tcW w:w="1441" w:type="dxa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684924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684924" w:rsidRPr="00DF25B3" w:rsidRDefault="00684924" w:rsidP="00684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924" w:rsidRPr="00DF25B3" w:rsidRDefault="00684924" w:rsidP="0068492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Τεχνολογία</w:t>
            </w:r>
          </w:p>
        </w:tc>
        <w:tc>
          <w:tcPr>
            <w:tcW w:w="1441" w:type="dxa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684924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684924" w:rsidRPr="00DF25B3" w:rsidRDefault="00684924" w:rsidP="00684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924" w:rsidRPr="005019CC" w:rsidRDefault="00684924" w:rsidP="00684924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5019CC">
              <w:rPr>
                <w:rFonts w:ascii="Arial" w:hAnsi="Arial" w:cs="Arial"/>
                <w:color w:val="000000"/>
                <w:lang w:val="en-US" w:eastAsia="el-GR"/>
              </w:rPr>
              <w:t>Projection System: 3LCD Technology, RGB liquid crystal shutter</w:t>
            </w:r>
          </w:p>
        </w:tc>
        <w:tc>
          <w:tcPr>
            <w:tcW w:w="1441" w:type="dxa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684924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684924" w:rsidRPr="00DF25B3" w:rsidRDefault="00684924" w:rsidP="00684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924" w:rsidRPr="005019CC" w:rsidRDefault="00684924" w:rsidP="00684924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5019CC">
              <w:rPr>
                <w:rFonts w:ascii="Arial" w:hAnsi="Arial" w:cs="Arial"/>
                <w:color w:val="000000"/>
                <w:lang w:val="en-US" w:eastAsia="el-GR"/>
              </w:rPr>
              <w:t>LCD Panel: 0,62 inch with MLA (D10)</w:t>
            </w:r>
          </w:p>
        </w:tc>
        <w:tc>
          <w:tcPr>
            <w:tcW w:w="1441" w:type="dxa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684924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684924" w:rsidRPr="00DF25B3" w:rsidRDefault="00684924" w:rsidP="00684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924" w:rsidRPr="00DF25B3" w:rsidRDefault="00684924" w:rsidP="0068492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Εικόνα</w:t>
            </w:r>
          </w:p>
        </w:tc>
        <w:tc>
          <w:tcPr>
            <w:tcW w:w="1441" w:type="dxa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684924" w:rsidRPr="00EF62A6" w:rsidTr="003617D8">
        <w:trPr>
          <w:trHeight w:val="85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684924" w:rsidRPr="00DF25B3" w:rsidRDefault="00684924" w:rsidP="00684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924" w:rsidRPr="00FE320D" w:rsidRDefault="00684924" w:rsidP="0068492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Colour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Light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Output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>: 1.000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 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Lumen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>- 500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 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Lumen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> 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(οικονομική λειτουργία) σύμφωνα με το πρότυπο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IDMS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15.4</w:t>
            </w:r>
          </w:p>
        </w:tc>
        <w:tc>
          <w:tcPr>
            <w:tcW w:w="1441" w:type="dxa"/>
          </w:tcPr>
          <w:p w:rsidR="00684924" w:rsidRPr="00EF62A6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684924" w:rsidRPr="00EF62A6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684924" w:rsidRPr="00EF62A6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</w:tr>
      <w:tr w:rsidR="00684924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684924" w:rsidRPr="00DF25B3" w:rsidRDefault="00684924" w:rsidP="00684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8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924" w:rsidRPr="005019CC" w:rsidRDefault="00684924" w:rsidP="00684924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5019CC">
              <w:rPr>
                <w:rFonts w:ascii="Arial" w:hAnsi="Arial" w:cs="Arial"/>
                <w:color w:val="000000"/>
                <w:lang w:val="en-US" w:eastAsia="el-GR"/>
              </w:rPr>
              <w:t>White Light Output: 1.000 Lumen - 500 Lumen (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οικονομική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λειτουργία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>) In accordance with ISO 21118:2020</w:t>
            </w:r>
          </w:p>
        </w:tc>
        <w:tc>
          <w:tcPr>
            <w:tcW w:w="1441" w:type="dxa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684924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84924" w:rsidRPr="00C60E4A" w:rsidRDefault="00684924" w:rsidP="00684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9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924" w:rsidRPr="00DF25B3" w:rsidRDefault="00684924" w:rsidP="0068492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Βελτίωση Ανάλυσης: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Full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HD</w:t>
            </w:r>
          </w:p>
        </w:tc>
        <w:tc>
          <w:tcPr>
            <w:tcW w:w="1441" w:type="dxa"/>
          </w:tcPr>
          <w:p w:rsidR="00684924" w:rsidRDefault="00684924" w:rsidP="00684924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84924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84924" w:rsidRPr="00C60E4A" w:rsidRDefault="00684924" w:rsidP="00684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924" w:rsidRPr="00DF25B3" w:rsidRDefault="00684924" w:rsidP="0068492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Aspect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Ratio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: 4:09:00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μμ</w:t>
            </w:r>
            <w:proofErr w:type="spellEnd"/>
          </w:p>
        </w:tc>
        <w:tc>
          <w:tcPr>
            <w:tcW w:w="1441" w:type="dxa"/>
          </w:tcPr>
          <w:p w:rsidR="00684924" w:rsidRDefault="00684924" w:rsidP="00684924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84924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84924" w:rsidRPr="00C60E4A" w:rsidRDefault="00684924" w:rsidP="00684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924" w:rsidRPr="00DF25B3" w:rsidRDefault="00684924" w:rsidP="0068492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Αναλογία αντίθεσης: 2.500.000 : 1</w:t>
            </w:r>
          </w:p>
        </w:tc>
        <w:tc>
          <w:tcPr>
            <w:tcW w:w="1441" w:type="dxa"/>
          </w:tcPr>
          <w:p w:rsidR="00684924" w:rsidRDefault="00684924" w:rsidP="00684924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84924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84924" w:rsidRPr="00C60E4A" w:rsidRDefault="00684924" w:rsidP="00684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924" w:rsidRPr="00DF25B3" w:rsidRDefault="00684924" w:rsidP="0068492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Πηγή φωτός: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Laser</w:t>
            </w:r>
            <w:proofErr w:type="spellEnd"/>
          </w:p>
        </w:tc>
        <w:tc>
          <w:tcPr>
            <w:tcW w:w="1441" w:type="dxa"/>
          </w:tcPr>
          <w:p w:rsidR="00684924" w:rsidRDefault="00684924" w:rsidP="00684924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84924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84924" w:rsidRPr="00C60E4A" w:rsidRDefault="00684924" w:rsidP="00684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924" w:rsidRPr="00FE320D" w:rsidRDefault="00684924" w:rsidP="0068492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Τραπεζοειδής διόρθωση: Αυτόματα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vertical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>: ±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 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34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 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°, Αυτόματα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horizontal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±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 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40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 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°</w:t>
            </w:r>
          </w:p>
        </w:tc>
        <w:tc>
          <w:tcPr>
            <w:tcW w:w="1441" w:type="dxa"/>
          </w:tcPr>
          <w:p w:rsidR="00684924" w:rsidRDefault="00684924" w:rsidP="00684924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84924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84924" w:rsidRPr="00C60E4A" w:rsidRDefault="00684924" w:rsidP="00684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924" w:rsidRPr="00DF25B3" w:rsidRDefault="00684924" w:rsidP="0068492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Επεξεργασία βίντεο: 10 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Bit</w:t>
            </w:r>
            <w:proofErr w:type="spellEnd"/>
          </w:p>
        </w:tc>
        <w:tc>
          <w:tcPr>
            <w:tcW w:w="1441" w:type="dxa"/>
          </w:tcPr>
          <w:p w:rsidR="00684924" w:rsidRDefault="00684924" w:rsidP="00684924">
            <w:r w:rsidRPr="00523313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84924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84924" w:rsidRPr="00684924" w:rsidRDefault="00684924" w:rsidP="00684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15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924" w:rsidRPr="00FE320D" w:rsidRDefault="00684924" w:rsidP="0068492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Ρυθμός ανανέωσης σε κατακόρυφο 2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D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: 192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 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Hz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- 240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 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Hz</w:t>
            </w:r>
            <w:proofErr w:type="spellEnd"/>
          </w:p>
        </w:tc>
        <w:tc>
          <w:tcPr>
            <w:tcW w:w="1441" w:type="dxa"/>
          </w:tcPr>
          <w:p w:rsidR="00684924" w:rsidRDefault="00684924" w:rsidP="00684924">
            <w:r w:rsidRPr="00523313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84924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84924" w:rsidRPr="00684924" w:rsidRDefault="00684924" w:rsidP="00684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16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924" w:rsidRPr="00FE320D" w:rsidRDefault="00684924" w:rsidP="0068492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Αναπαραγωγή χρωμάτων: Έως 1,07 δισεκατομμύρια χρώματα</w:t>
            </w:r>
          </w:p>
        </w:tc>
        <w:tc>
          <w:tcPr>
            <w:tcW w:w="1441" w:type="dxa"/>
          </w:tcPr>
          <w:p w:rsidR="00684924" w:rsidRDefault="00684924" w:rsidP="00684924">
            <w:r w:rsidRPr="00523313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84924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84924" w:rsidRPr="00684924" w:rsidRDefault="00684924" w:rsidP="00684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17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924" w:rsidRPr="00DF25B3" w:rsidRDefault="00684924" w:rsidP="0068492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Φακός</w:t>
            </w:r>
          </w:p>
        </w:tc>
        <w:tc>
          <w:tcPr>
            <w:tcW w:w="1441" w:type="dxa"/>
          </w:tcPr>
          <w:p w:rsidR="00684924" w:rsidRDefault="00684924" w:rsidP="00684924">
            <w:r w:rsidRPr="00523313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84924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84924" w:rsidRPr="00684924" w:rsidRDefault="00684924" w:rsidP="00684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18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924" w:rsidRPr="00DF25B3" w:rsidRDefault="00684924" w:rsidP="0068492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Λόγος Βεληνεκούς: 1,00 - 1,00:1</w:t>
            </w:r>
          </w:p>
        </w:tc>
        <w:tc>
          <w:tcPr>
            <w:tcW w:w="1441" w:type="dxa"/>
          </w:tcPr>
          <w:p w:rsidR="00684924" w:rsidRDefault="00684924" w:rsidP="00684924">
            <w:r w:rsidRPr="00523313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84924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84924" w:rsidRPr="00684924" w:rsidRDefault="00684924" w:rsidP="00684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19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924" w:rsidRPr="00DF25B3" w:rsidRDefault="00684924" w:rsidP="0068492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Μέγεθος προβολής: 30 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inches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- 150 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inches</w:t>
            </w:r>
            <w:proofErr w:type="spellEnd"/>
          </w:p>
        </w:tc>
        <w:tc>
          <w:tcPr>
            <w:tcW w:w="1441" w:type="dxa"/>
          </w:tcPr>
          <w:p w:rsidR="00684924" w:rsidRDefault="00684924" w:rsidP="00684924">
            <w:r w:rsidRPr="00523313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84924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84924" w:rsidRPr="00684924" w:rsidRDefault="00684924" w:rsidP="00684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20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924" w:rsidRPr="00FE320D" w:rsidRDefault="00684924" w:rsidP="0068492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Ευρυγώνιος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φακός/τηλεφακός απόστασης προβολής: 1,33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 m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( 60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 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inch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> 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screen</w:t>
            </w:r>
            <w:proofErr w:type="spellEnd"/>
          </w:p>
        </w:tc>
        <w:tc>
          <w:tcPr>
            <w:tcW w:w="1441" w:type="dxa"/>
          </w:tcPr>
          <w:p w:rsidR="00684924" w:rsidRDefault="00684924" w:rsidP="00684924">
            <w:r w:rsidRPr="00523313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84924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84924" w:rsidRPr="00684924" w:rsidRDefault="00684924" w:rsidP="00684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21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924" w:rsidRPr="00DF25B3" w:rsidRDefault="00684924" w:rsidP="0068492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Projection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Lens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F Number: 2</w:t>
            </w:r>
          </w:p>
        </w:tc>
        <w:tc>
          <w:tcPr>
            <w:tcW w:w="1441" w:type="dxa"/>
          </w:tcPr>
          <w:p w:rsidR="00684924" w:rsidRDefault="00684924" w:rsidP="00684924">
            <w:r w:rsidRPr="00523313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84924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84924" w:rsidRPr="00684924" w:rsidRDefault="00684924" w:rsidP="00684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lastRenderedPageBreak/>
              <w:t>22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924" w:rsidRPr="00DF25B3" w:rsidRDefault="00684924" w:rsidP="0068492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Εστιακή απόσταση: 13,9 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mm</w:t>
            </w:r>
            <w:proofErr w:type="spellEnd"/>
          </w:p>
        </w:tc>
        <w:tc>
          <w:tcPr>
            <w:tcW w:w="1441" w:type="dxa"/>
          </w:tcPr>
          <w:p w:rsidR="00684924" w:rsidRDefault="00684924" w:rsidP="00684924">
            <w:r w:rsidRPr="00523313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84924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84924" w:rsidRPr="00684924" w:rsidRDefault="00684924" w:rsidP="00684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23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924" w:rsidRPr="00DF25B3" w:rsidRDefault="00684924" w:rsidP="0068492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Εστίαση: Μηχανοκίνητα</w:t>
            </w:r>
          </w:p>
        </w:tc>
        <w:tc>
          <w:tcPr>
            <w:tcW w:w="1441" w:type="dxa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84924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84924" w:rsidRPr="00684924" w:rsidRDefault="00684924" w:rsidP="00684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24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924" w:rsidRPr="00DF25B3" w:rsidRDefault="00684924" w:rsidP="0068492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Offset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>: 10 : 1</w:t>
            </w:r>
          </w:p>
        </w:tc>
        <w:tc>
          <w:tcPr>
            <w:tcW w:w="1441" w:type="dxa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84924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84924" w:rsidRPr="00684924" w:rsidRDefault="00684924" w:rsidP="00684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25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924" w:rsidRPr="00DF25B3" w:rsidRDefault="00684924" w:rsidP="0068492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Συνδεσιμοτητα</w:t>
            </w:r>
            <w:proofErr w:type="spellEnd"/>
          </w:p>
        </w:tc>
        <w:tc>
          <w:tcPr>
            <w:tcW w:w="1441" w:type="dxa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84924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84924" w:rsidRPr="00684924" w:rsidRDefault="00684924" w:rsidP="00684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26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924" w:rsidRPr="00DF25B3" w:rsidRDefault="00684924" w:rsidP="0068492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Συνδέσεις: USB 2.0-A, USB 2.0, Αποσύνδεση υποδοχής, HDMI ARC, HDMI (HDCP 2.3)</w:t>
            </w:r>
          </w:p>
        </w:tc>
        <w:tc>
          <w:tcPr>
            <w:tcW w:w="1441" w:type="dxa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84924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84924" w:rsidRPr="00684924" w:rsidRDefault="00684924" w:rsidP="00684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27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924" w:rsidRPr="00DF25B3" w:rsidRDefault="00684924" w:rsidP="0068492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Android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TV</w:t>
            </w:r>
          </w:p>
        </w:tc>
        <w:tc>
          <w:tcPr>
            <w:tcW w:w="1441" w:type="dxa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84924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84924" w:rsidRPr="00684924" w:rsidRDefault="00684924" w:rsidP="00684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28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924" w:rsidRPr="00DF25B3" w:rsidRDefault="00684924" w:rsidP="0068492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Προηγμένηα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χαρακτηριστικα</w:t>
            </w:r>
            <w:proofErr w:type="spellEnd"/>
          </w:p>
        </w:tc>
        <w:tc>
          <w:tcPr>
            <w:tcW w:w="1441" w:type="dxa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84924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84924" w:rsidRPr="00684924" w:rsidRDefault="00684924" w:rsidP="00684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29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924" w:rsidRPr="00DF25B3" w:rsidRDefault="00684924" w:rsidP="0068492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Ασφάλεια: Προστασία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Kensington</w:t>
            </w:r>
            <w:proofErr w:type="spellEnd"/>
          </w:p>
        </w:tc>
        <w:tc>
          <w:tcPr>
            <w:tcW w:w="1441" w:type="dxa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84924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84924" w:rsidRPr="00684924" w:rsidRDefault="00684924" w:rsidP="00684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30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924" w:rsidRPr="00DF25B3" w:rsidRDefault="00684924" w:rsidP="0068492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3D: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No</w:t>
            </w:r>
            <w:proofErr w:type="spellEnd"/>
          </w:p>
        </w:tc>
        <w:tc>
          <w:tcPr>
            <w:tcW w:w="1441" w:type="dxa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84924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84924" w:rsidRPr="00684924" w:rsidRDefault="00684924" w:rsidP="00684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31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924" w:rsidRPr="00FE320D" w:rsidRDefault="00684924" w:rsidP="0068492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2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D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Colour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Modes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: Δυναμικά, Φυσικά, Κινηματογράφος, Κινηματογραφικό λαμπερό,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Vivid</w:t>
            </w:r>
            <w:proofErr w:type="spellEnd"/>
          </w:p>
        </w:tc>
        <w:tc>
          <w:tcPr>
            <w:tcW w:w="1441" w:type="dxa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84924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84924" w:rsidRPr="00684924" w:rsidRDefault="00684924" w:rsidP="00684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32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924" w:rsidRPr="00DF25B3" w:rsidRDefault="00684924" w:rsidP="0068492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Χαρακτηριστικά: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Android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TV, Διόρθωση τόξου, Αυτόματη τραπεζοειδής διόρθωση, Ενσωματωμένο ηχείο,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Chromecast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,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Google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Search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, Οριζόντια και κατακόρυφη διόρθωση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keystone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>, Άμεσο on/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off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>, Μεγάλη διάρκεια ζωής πηγής φωτός</w:t>
            </w:r>
          </w:p>
        </w:tc>
        <w:tc>
          <w:tcPr>
            <w:tcW w:w="1441" w:type="dxa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84924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84924" w:rsidRDefault="00684924" w:rsidP="00684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33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924" w:rsidRPr="00FE320D" w:rsidRDefault="00684924" w:rsidP="0068492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Τρόποι λειτουργίας χρώματος: Κινηματογράφος, Δυναμικά, Φυσικά, Κινηματογραφικό λαμπερό,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Vivid</w:t>
            </w:r>
            <w:proofErr w:type="spellEnd"/>
          </w:p>
        </w:tc>
        <w:tc>
          <w:tcPr>
            <w:tcW w:w="1441" w:type="dxa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84924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84924" w:rsidRDefault="00684924" w:rsidP="00684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34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924" w:rsidRPr="00DF25B3" w:rsidRDefault="00684924" w:rsidP="0068492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Γενικά</w:t>
            </w:r>
          </w:p>
        </w:tc>
        <w:tc>
          <w:tcPr>
            <w:tcW w:w="1441" w:type="dxa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84924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84924" w:rsidRDefault="00684924" w:rsidP="00684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35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924" w:rsidRPr="005019CC" w:rsidRDefault="00684924" w:rsidP="00684924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5019CC">
              <w:rPr>
                <w:rFonts w:ascii="Arial" w:hAnsi="Arial" w:cs="Arial"/>
                <w:color w:val="000000"/>
                <w:lang w:val="en-US" w:eastAsia="el-GR"/>
              </w:rPr>
              <w:t>Power consumption: 102 Watt (Normal Peak-mode), 73 Watt (Eco Peak-Mode),</w:t>
            </w:r>
          </w:p>
        </w:tc>
        <w:tc>
          <w:tcPr>
            <w:tcW w:w="1441" w:type="dxa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84924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84924" w:rsidRDefault="00684924" w:rsidP="00684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36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924" w:rsidRPr="00FE320D" w:rsidRDefault="00684924" w:rsidP="0068492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Έκλυση θερμότητας: 347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 BTU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/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hour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max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>)</w:t>
            </w:r>
          </w:p>
        </w:tc>
        <w:tc>
          <w:tcPr>
            <w:tcW w:w="1441" w:type="dxa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84924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84924" w:rsidRDefault="00684924" w:rsidP="00684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37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924" w:rsidRPr="00FE320D" w:rsidRDefault="00684924" w:rsidP="0068492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Τάση τροφοδοσίας: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AC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100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V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- 240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V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, 50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Hz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- 60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Hz</w:t>
            </w:r>
            <w:proofErr w:type="spellEnd"/>
          </w:p>
        </w:tc>
        <w:tc>
          <w:tcPr>
            <w:tcW w:w="1441" w:type="dxa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84924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84924" w:rsidRDefault="00684924" w:rsidP="00684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38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924" w:rsidRPr="00FE320D" w:rsidRDefault="00684924" w:rsidP="0068492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Διαστάσεις: 175‎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 x 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175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 x 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135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 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mm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> 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(Πλάτος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x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Βάθος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x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Ύψος)</w:t>
            </w:r>
          </w:p>
        </w:tc>
        <w:tc>
          <w:tcPr>
            <w:tcW w:w="1441" w:type="dxa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84924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84924" w:rsidRDefault="00684924" w:rsidP="00684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39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924" w:rsidRPr="00DF25B3" w:rsidRDefault="00684924" w:rsidP="0068492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Βάρος: 2,1 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kg</w:t>
            </w:r>
            <w:proofErr w:type="spellEnd"/>
          </w:p>
        </w:tc>
        <w:tc>
          <w:tcPr>
            <w:tcW w:w="1441" w:type="dxa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84924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84924" w:rsidRDefault="00684924" w:rsidP="00684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40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924" w:rsidRPr="005019CC" w:rsidRDefault="00684924" w:rsidP="00684924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Επίπεδο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θορύβου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>: Normal: 27 dB (A) - Economy: 22 dB (A)</w:t>
            </w:r>
          </w:p>
        </w:tc>
        <w:tc>
          <w:tcPr>
            <w:tcW w:w="1441" w:type="dxa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84924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84924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  <w:p w:rsidR="00684924" w:rsidRDefault="00684924" w:rsidP="00684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41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924" w:rsidRPr="00FE320D" w:rsidRDefault="00684924" w:rsidP="0068492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Θερμοκρασία: Λειτουργία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 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5°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C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- 35°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C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, Αποθήκευση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 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-10°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C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- 60°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C</w:t>
            </w:r>
          </w:p>
        </w:tc>
        <w:tc>
          <w:tcPr>
            <w:tcW w:w="1441" w:type="dxa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84924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84924" w:rsidRDefault="00684924" w:rsidP="00684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lastRenderedPageBreak/>
              <w:t>42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924" w:rsidRPr="00DF25B3" w:rsidRDefault="00684924" w:rsidP="0068492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Υγρασία αέρα: Λειτουργία 20% - 80%, Αποθήκευση 10% - 90%</w:t>
            </w:r>
          </w:p>
        </w:tc>
        <w:tc>
          <w:tcPr>
            <w:tcW w:w="1441" w:type="dxa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84924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84924" w:rsidRDefault="00684924" w:rsidP="00684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43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924" w:rsidRPr="00DF25B3" w:rsidRDefault="00684924" w:rsidP="0068492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Ηχεία: 5 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Watt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>, Στερεοφωνικό: Στερεοφωνικό</w:t>
            </w:r>
          </w:p>
        </w:tc>
        <w:tc>
          <w:tcPr>
            <w:tcW w:w="1441" w:type="dxa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84924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84924" w:rsidRDefault="00684924" w:rsidP="00684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44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924" w:rsidRPr="00DF25B3" w:rsidRDefault="00684924" w:rsidP="0068492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Τοποθέτηση: Επιτραπέζια, Δάπεδο</w:t>
            </w:r>
          </w:p>
        </w:tc>
        <w:tc>
          <w:tcPr>
            <w:tcW w:w="1441" w:type="dxa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84924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84924" w:rsidRDefault="00684924" w:rsidP="0068492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45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84924" w:rsidRPr="00DF25B3" w:rsidRDefault="00684924" w:rsidP="0068492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Εγγύηση: 60 Μήνες ή 12.000 ώρες</w:t>
            </w:r>
          </w:p>
        </w:tc>
        <w:tc>
          <w:tcPr>
            <w:tcW w:w="1441" w:type="dxa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84924" w:rsidRPr="00DF25B3" w:rsidRDefault="00684924" w:rsidP="0068492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B7ED1"/>
    <w:rsid w:val="00305264"/>
    <w:rsid w:val="00406FB0"/>
    <w:rsid w:val="00633A63"/>
    <w:rsid w:val="00671793"/>
    <w:rsid w:val="00684924"/>
    <w:rsid w:val="00947101"/>
    <w:rsid w:val="00A40B4A"/>
    <w:rsid w:val="00C60E4A"/>
    <w:rsid w:val="00E76764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1</TotalTime>
  <Pages>3</Pages>
  <Words>410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2025-09-10T07:28:00Z</dcterms:created>
  <dcterms:modified xsi:type="dcterms:W3CDTF">2025-09-10T07:35:00Z</dcterms:modified>
</cp:coreProperties>
</file>